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04D" w:rsidRPr="005A2A92" w:rsidRDefault="002B504D" w:rsidP="005A2A92">
      <w:pPr>
        <w:jc w:val="center"/>
        <w:rPr>
          <w:b/>
          <w:sz w:val="32"/>
        </w:rPr>
      </w:pPr>
      <w:r w:rsidRPr="005A2A92">
        <w:rPr>
          <w:b/>
          <w:sz w:val="32"/>
        </w:rPr>
        <w:t>What you WILL know for the Genetics Unit Test</w:t>
      </w:r>
    </w:p>
    <w:p w:rsidR="002B504D" w:rsidRDefault="002B504D" w:rsidP="006D448A">
      <w:pPr>
        <w:pStyle w:val="ListParagraph"/>
        <w:numPr>
          <w:ilvl w:val="0"/>
          <w:numId w:val="1"/>
        </w:numPr>
      </w:pPr>
      <w:r>
        <w:t>DNA Structure and basic function (Label a nucleotide, name nitrogenous bases, complimentary base pairs)</w:t>
      </w:r>
    </w:p>
    <w:p w:rsidR="002B504D" w:rsidRDefault="002B504D" w:rsidP="006D448A">
      <w:pPr>
        <w:pStyle w:val="ListParagraph"/>
        <w:numPr>
          <w:ilvl w:val="0"/>
          <w:numId w:val="1"/>
        </w:numPr>
      </w:pPr>
      <w:r>
        <w:t>Mitosis – purpose and phases (Identify/Describe)</w:t>
      </w:r>
    </w:p>
    <w:p w:rsidR="002B504D" w:rsidRDefault="002B504D" w:rsidP="006D448A">
      <w:pPr>
        <w:pStyle w:val="ListParagraph"/>
        <w:numPr>
          <w:ilvl w:val="0"/>
          <w:numId w:val="1"/>
        </w:numPr>
      </w:pPr>
      <w:r>
        <w:t>Meiosis – purpose and phases (Identify/Describe/Compare &amp; Contrast)</w:t>
      </w:r>
    </w:p>
    <w:p w:rsidR="002B504D" w:rsidRDefault="002B504D" w:rsidP="006D448A">
      <w:pPr>
        <w:pStyle w:val="ListParagraph"/>
        <w:numPr>
          <w:ilvl w:val="0"/>
          <w:numId w:val="1"/>
        </w:numPr>
      </w:pPr>
      <w:r>
        <w:t>Spermatogenesis and Oogenesis</w:t>
      </w:r>
    </w:p>
    <w:p w:rsidR="002B504D" w:rsidRDefault="002B504D" w:rsidP="006D448A">
      <w:pPr>
        <w:pStyle w:val="ListParagraph"/>
        <w:numPr>
          <w:ilvl w:val="0"/>
          <w:numId w:val="1"/>
        </w:numPr>
      </w:pPr>
      <w:r>
        <w:t xml:space="preserve">Mistakes in </w:t>
      </w:r>
      <w:proofErr w:type="gramStart"/>
      <w:r>
        <w:t>Meiosis  (</w:t>
      </w:r>
      <w:proofErr w:type="spellStart"/>
      <w:proofErr w:type="gramEnd"/>
      <w:r>
        <w:t>ie</w:t>
      </w:r>
      <w:proofErr w:type="spellEnd"/>
      <w:r>
        <w:t>. non-</w:t>
      </w:r>
      <w:proofErr w:type="spellStart"/>
      <w:r>
        <w:t>disjuction</w:t>
      </w:r>
      <w:proofErr w:type="spellEnd"/>
      <w:r>
        <w:t>, translocations, deletions, duplications, inversions etc.)</w:t>
      </w:r>
    </w:p>
    <w:p w:rsidR="002B504D" w:rsidRDefault="002B504D" w:rsidP="006D448A">
      <w:pPr>
        <w:pStyle w:val="ListParagraph"/>
        <w:numPr>
          <w:ilvl w:val="0"/>
          <w:numId w:val="1"/>
        </w:numPr>
      </w:pPr>
      <w:r>
        <w:t>Karyotyping (How they are structured, AUTOSOME vs. Sex Chromosomes)</w:t>
      </w:r>
    </w:p>
    <w:p w:rsidR="002B504D" w:rsidRDefault="002B504D" w:rsidP="00405E50">
      <w:pPr>
        <w:pStyle w:val="ListParagraph"/>
        <w:numPr>
          <w:ilvl w:val="0"/>
          <w:numId w:val="1"/>
        </w:numPr>
      </w:pPr>
      <w:proofErr w:type="spellStart"/>
      <w:r>
        <w:t>Mendelian</w:t>
      </w:r>
      <w:proofErr w:type="spellEnd"/>
      <w:r>
        <w:t xml:space="preserve"> Genetics </w:t>
      </w:r>
    </w:p>
    <w:p w:rsidR="002B504D" w:rsidRDefault="002B504D" w:rsidP="00405E50">
      <w:pPr>
        <w:pStyle w:val="ListParagraph"/>
        <w:numPr>
          <w:ilvl w:val="1"/>
          <w:numId w:val="1"/>
        </w:numPr>
      </w:pPr>
      <w:r>
        <w:t>Basics (his experiments, why they worked)</w:t>
      </w:r>
    </w:p>
    <w:p w:rsidR="002B504D" w:rsidRDefault="002B504D" w:rsidP="00405E50">
      <w:pPr>
        <w:pStyle w:val="ListParagraph"/>
        <w:numPr>
          <w:ilvl w:val="1"/>
          <w:numId w:val="1"/>
        </w:numPr>
      </w:pPr>
      <w:r>
        <w:t>Law of Segregation and Law of Independent Assortment</w:t>
      </w:r>
    </w:p>
    <w:p w:rsidR="002B504D" w:rsidRDefault="002B504D" w:rsidP="00405E50">
      <w:pPr>
        <w:pStyle w:val="ListParagraph"/>
        <w:numPr>
          <w:ilvl w:val="1"/>
          <w:numId w:val="1"/>
        </w:numPr>
      </w:pPr>
      <w:r>
        <w:t xml:space="preserve">Crosses (Monohybrid, </w:t>
      </w:r>
      <w:proofErr w:type="spellStart"/>
      <w:r>
        <w:t>Dihybrid</w:t>
      </w:r>
      <w:proofErr w:type="spellEnd"/>
      <w:r>
        <w:t>, Test)</w:t>
      </w:r>
    </w:p>
    <w:p w:rsidR="002B504D" w:rsidRDefault="002B504D" w:rsidP="00405E50">
      <w:pPr>
        <w:pStyle w:val="ListParagraph"/>
        <w:numPr>
          <w:ilvl w:val="1"/>
          <w:numId w:val="1"/>
        </w:numPr>
      </w:pPr>
      <w:r>
        <w:t>Confirming Mendel Lab (monohybrid)</w:t>
      </w:r>
    </w:p>
    <w:p w:rsidR="002B504D" w:rsidRDefault="002B504D" w:rsidP="00405E50">
      <w:pPr>
        <w:pStyle w:val="ListParagraph"/>
        <w:numPr>
          <w:ilvl w:val="1"/>
          <w:numId w:val="1"/>
        </w:numPr>
      </w:pPr>
      <w:proofErr w:type="spellStart"/>
      <w:r>
        <w:t>Punnett</w:t>
      </w:r>
      <w:proofErr w:type="spellEnd"/>
      <w:r>
        <w:t xml:space="preserve"> Squares</w:t>
      </w:r>
    </w:p>
    <w:p w:rsidR="002B504D" w:rsidRDefault="002B504D" w:rsidP="005A2A92">
      <w:pPr>
        <w:pStyle w:val="ListParagraph"/>
        <w:numPr>
          <w:ilvl w:val="0"/>
          <w:numId w:val="1"/>
        </w:numPr>
      </w:pPr>
      <w:r>
        <w:t xml:space="preserve">Genetics After Mendel </w:t>
      </w:r>
    </w:p>
    <w:p w:rsidR="002B504D" w:rsidRDefault="002B504D" w:rsidP="005A2A92">
      <w:pPr>
        <w:pStyle w:val="ListParagraph"/>
        <w:numPr>
          <w:ilvl w:val="1"/>
          <w:numId w:val="1"/>
        </w:numPr>
      </w:pPr>
      <w:proofErr w:type="spellStart"/>
      <w:r>
        <w:t>Codominance</w:t>
      </w:r>
      <w:proofErr w:type="spellEnd"/>
      <w:r>
        <w:t xml:space="preserve"> </w:t>
      </w:r>
    </w:p>
    <w:p w:rsidR="002B504D" w:rsidRDefault="002B504D" w:rsidP="005A2A92">
      <w:pPr>
        <w:pStyle w:val="ListParagraph"/>
        <w:numPr>
          <w:ilvl w:val="1"/>
          <w:numId w:val="1"/>
        </w:numPr>
      </w:pPr>
      <w:r>
        <w:t>Multiple Alleles (blood types)</w:t>
      </w:r>
    </w:p>
    <w:p w:rsidR="002B504D" w:rsidRDefault="002B504D" w:rsidP="005A2A92">
      <w:pPr>
        <w:pStyle w:val="ListParagraph"/>
        <w:numPr>
          <w:ilvl w:val="1"/>
          <w:numId w:val="1"/>
        </w:numPr>
      </w:pPr>
      <w:r>
        <w:t>Incomplete  Dominance</w:t>
      </w:r>
    </w:p>
    <w:p w:rsidR="002B504D" w:rsidRDefault="002B504D" w:rsidP="005A2A92">
      <w:pPr>
        <w:pStyle w:val="ListParagraph"/>
        <w:numPr>
          <w:ilvl w:val="1"/>
          <w:numId w:val="1"/>
        </w:numPr>
      </w:pPr>
      <w:r>
        <w:t>Sex-linked Traits &amp; Pedigrees</w:t>
      </w:r>
    </w:p>
    <w:p w:rsidR="002B504D" w:rsidRDefault="002B504D" w:rsidP="005A2A92">
      <w:r>
        <w:t>HINT:  Practice all questions/problems.  Be sure to understand the form needed for answers.  Redraw diagrams (</w:t>
      </w:r>
      <w:proofErr w:type="spellStart"/>
      <w:r>
        <w:t>ie</w:t>
      </w:r>
      <w:proofErr w:type="spellEnd"/>
      <w:r>
        <w:t xml:space="preserve"> of meiosis).  </w:t>
      </w:r>
      <w:r w:rsidRPr="00770EB0">
        <w:rPr>
          <w:b/>
        </w:rPr>
        <w:t>Work on linking all concepts together.</w:t>
      </w:r>
      <w:r>
        <w:t xml:space="preserve">  </w:t>
      </w:r>
    </w:p>
    <w:p w:rsidR="002B504D" w:rsidRDefault="002B504D" w:rsidP="005A2A92">
      <w:r>
        <w:t xml:space="preserve">Unit Review Questions </w:t>
      </w:r>
      <w:r w:rsidRPr="00770EB0">
        <w:rPr>
          <w:b/>
        </w:rPr>
        <w:t>in your textbook</w:t>
      </w:r>
    </w:p>
    <w:p w:rsidR="002B504D" w:rsidRDefault="002B504D" w:rsidP="005A2A92">
      <w:r>
        <w:t>p. 268 # 1, 3, 4, 8, 9, 10, 11, 12-17, 20, 21, 32, 33, 34, 37, 48, 49, 51, 55, 59</w:t>
      </w:r>
    </w:p>
    <w:p w:rsidR="002B504D" w:rsidRDefault="002B504D" w:rsidP="005A2A92"/>
    <w:p w:rsidR="002B504D" w:rsidRPr="00770EB0" w:rsidRDefault="002B504D" w:rsidP="005A2A92">
      <w:pPr>
        <w:rPr>
          <w:b/>
        </w:rPr>
      </w:pPr>
      <w:bookmarkStart w:id="0" w:name="_GoBack"/>
      <w:bookmarkEnd w:id="0"/>
      <w:r>
        <w:rPr>
          <w:b/>
        </w:rPr>
        <w:t xml:space="preserve"> </w:t>
      </w:r>
    </w:p>
    <w:sectPr w:rsidR="002B504D" w:rsidRPr="00770EB0" w:rsidSect="00674AF7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04D" w:rsidRDefault="002B504D" w:rsidP="005A2A92">
      <w:pPr>
        <w:spacing w:after="0" w:line="240" w:lineRule="auto"/>
      </w:pPr>
      <w:r>
        <w:separator/>
      </w:r>
    </w:p>
  </w:endnote>
  <w:endnote w:type="continuationSeparator" w:id="0">
    <w:p w:rsidR="002B504D" w:rsidRDefault="002B504D" w:rsidP="005A2A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04D" w:rsidRDefault="002B504D" w:rsidP="005A2A92">
      <w:pPr>
        <w:spacing w:after="0" w:line="240" w:lineRule="auto"/>
      </w:pPr>
      <w:r>
        <w:separator/>
      </w:r>
    </w:p>
  </w:footnote>
  <w:footnote w:type="continuationSeparator" w:id="0">
    <w:p w:rsidR="002B504D" w:rsidRDefault="002B504D" w:rsidP="005A2A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504D" w:rsidRDefault="002B504D" w:rsidP="00813AED">
    <w:pPr>
      <w:pStyle w:val="Header"/>
      <w:tabs>
        <w:tab w:val="clear" w:pos="9360"/>
      </w:tabs>
    </w:pPr>
    <w:r>
      <w:t>SBI3UNAME:_______________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4DF8"/>
    <w:multiLevelType w:val="hybridMultilevel"/>
    <w:tmpl w:val="D55A87FA"/>
    <w:lvl w:ilvl="0" w:tplc="1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0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attachedTemplate r:id="rId1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48A"/>
    <w:rsid w:val="002B504D"/>
    <w:rsid w:val="00377A21"/>
    <w:rsid w:val="00405E50"/>
    <w:rsid w:val="005A2A92"/>
    <w:rsid w:val="00601FC4"/>
    <w:rsid w:val="00603A65"/>
    <w:rsid w:val="00674AF7"/>
    <w:rsid w:val="006B75B4"/>
    <w:rsid w:val="006D448A"/>
    <w:rsid w:val="00770EB0"/>
    <w:rsid w:val="00813AED"/>
    <w:rsid w:val="00E21D5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AF7"/>
    <w:pPr>
      <w:spacing w:after="200" w:line="276" w:lineRule="auto"/>
    </w:pPr>
    <w:rPr>
      <w:sz w:val="22"/>
      <w:szCs w:val="22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D44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5A2A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2A92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A2A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A2A9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A2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A92"/>
    <w:rPr>
      <w:rFonts w:ascii="Tahoma" w:hAnsi="Tahoma" w:cs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rah.phillips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BEB82883-CEFC-414B-A703-7249C96A62FF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15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Things you Need to Know for the Genetics Unit Test</vt:lpstr>
    </vt:vector>
  </TitlesOfParts>
  <Company/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Things you Need to Know for the Genetics Unit Test</dc:title>
  <dc:subject/>
  <dc:creator>Timo and Mel</dc:creator>
  <cp:keywords/>
  <cp:lastModifiedBy>Phillips, Sarah</cp:lastModifiedBy>
  <cp:revision>5</cp:revision>
  <cp:lastPrinted>2015-04-01T19:29:00Z</cp:lastPrinted>
  <dcterms:created xsi:type="dcterms:W3CDTF">2011-11-06T21:22:00Z</dcterms:created>
  <dcterms:modified xsi:type="dcterms:W3CDTF">2015-04-01T19:29:00Z</dcterms:modified>
</cp:coreProperties>
</file>